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A2832B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743883">
        <w:rPr>
          <w:b/>
          <w:color w:val="FF5200" w:themeColor="accent2"/>
          <w:sz w:val="36"/>
          <w:szCs w:val="36"/>
        </w:rPr>
        <w:t>„</w:t>
      </w:r>
      <w:r w:rsidR="00743883" w:rsidRPr="00743883">
        <w:rPr>
          <w:b/>
          <w:color w:val="FF5200" w:themeColor="accent2"/>
          <w:sz w:val="36"/>
          <w:szCs w:val="36"/>
        </w:rPr>
        <w:t>Hodnocení zaměstnanců</w:t>
      </w:r>
      <w:r w:rsidR="0031280B" w:rsidRPr="0074388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</w:t>
      </w:r>
      <w:r w:rsidR="000128D4" w:rsidRPr="000506B4">
        <w:rPr>
          <w:b/>
          <w:color w:val="FF5200" w:themeColor="accent2"/>
          <w:sz w:val="36"/>
          <w:szCs w:val="36"/>
        </w:rPr>
        <w:t xml:space="preserve">vedené pod </w:t>
      </w:r>
      <w:r w:rsidR="000128D4" w:rsidRPr="000506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595BA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49144</w:t>
      </w:r>
      <w:r w:rsidR="000506B4" w:rsidRPr="000506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</w:t>
      </w:r>
      <w:r w:rsidR="00595BA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4</w:t>
      </w:r>
      <w:r w:rsidR="000506B4" w:rsidRPr="000506B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42EDB2B3" w14:textId="0AF84D4F" w:rsidR="00E770A3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9860108" w:history="1">
            <w:r w:rsidR="00E770A3" w:rsidRPr="00977DC0">
              <w:rPr>
                <w:rStyle w:val="Hypertextovodkaz"/>
                <w:noProof/>
              </w:rPr>
              <w:t>Kapitola 1.</w:t>
            </w:r>
            <w:r w:rsidR="00E770A3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770A3" w:rsidRPr="00977DC0">
              <w:rPr>
                <w:rStyle w:val="Hypertextovodkaz"/>
                <w:noProof/>
              </w:rPr>
              <w:t>Základní údaje k nabídce</w:t>
            </w:r>
            <w:r w:rsidR="00E770A3">
              <w:rPr>
                <w:noProof/>
                <w:webHidden/>
              </w:rPr>
              <w:tab/>
            </w:r>
            <w:r w:rsidR="00E770A3">
              <w:rPr>
                <w:noProof/>
                <w:webHidden/>
              </w:rPr>
              <w:fldChar w:fldCharType="begin"/>
            </w:r>
            <w:r w:rsidR="00E770A3">
              <w:rPr>
                <w:noProof/>
                <w:webHidden/>
              </w:rPr>
              <w:instrText xml:space="preserve"> PAGEREF _Toc169860108 \h </w:instrText>
            </w:r>
            <w:r w:rsidR="00E770A3">
              <w:rPr>
                <w:noProof/>
                <w:webHidden/>
              </w:rPr>
            </w:r>
            <w:r w:rsidR="00E770A3"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2</w:t>
            </w:r>
            <w:r w:rsidR="00E770A3">
              <w:rPr>
                <w:noProof/>
                <w:webHidden/>
              </w:rPr>
              <w:fldChar w:fldCharType="end"/>
            </w:r>
          </w:hyperlink>
        </w:p>
        <w:p w14:paraId="33ED5598" w14:textId="784DA9A2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09" w:history="1">
            <w:r w:rsidRPr="00977DC0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97685" w14:textId="259B0B74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0" w:history="1">
            <w:r w:rsidRPr="00977DC0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7449F0A" w14:textId="75756FF0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1" w:history="1">
            <w:r w:rsidRPr="00977DC0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960A7E" w14:textId="7A31FC37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2" w:history="1">
            <w:r w:rsidRPr="00977DC0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1D3EAB" w14:textId="5D110320" w:rsidR="00E770A3" w:rsidRDefault="00E770A3" w:rsidP="00E770A3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3" w:history="1">
            <w:r w:rsidRPr="00977DC0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Čestné</w:t>
            </w:r>
            <w:r w:rsidRPr="00977DC0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F71E" w14:textId="0D4E4466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4" w:history="1">
            <w:r w:rsidRPr="00977DC0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8A214C" w14:textId="61206225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5" w:history="1">
            <w:r w:rsidRPr="00977DC0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B2C53EC" w14:textId="3399301A" w:rsidR="00E770A3" w:rsidRDefault="00E770A3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69860116" w:history="1">
            <w:r w:rsidRPr="00977DC0">
              <w:rPr>
                <w:rStyle w:val="Hypertextovodkaz"/>
                <w:noProof/>
              </w:rPr>
              <w:t>Kapitola 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77DC0">
              <w:rPr>
                <w:rStyle w:val="Hypertextovodkaz"/>
                <w:noProof/>
              </w:rPr>
              <w:t>Čestné prohlášení o realizaci referenčních zakázek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_Toc169860116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595BA1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4E9C738E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69860108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C5C2168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743883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595BA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595BA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69860109"/>
      <w:r>
        <w:lastRenderedPageBreak/>
        <w:t>Ceník</w:t>
      </w:r>
      <w:bookmarkEnd w:id="1"/>
    </w:p>
    <w:p w14:paraId="3E5E9B0F" w14:textId="6460DA10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743883">
        <w:rPr>
          <w:rStyle w:val="Siln"/>
          <w:b w:val="0"/>
          <w:bCs w:val="0"/>
        </w:rPr>
        <w:t>2</w:t>
      </w:r>
      <w:r w:rsidRPr="002072A0">
        <w:rPr>
          <w:rStyle w:val="Siln"/>
          <w:b w:val="0"/>
          <w:bCs w:val="0"/>
        </w:rPr>
        <w:t xml:space="preserve"> </w:t>
      </w:r>
      <w:r>
        <w:rPr>
          <w:rStyle w:val="Siln"/>
          <w:b w:val="0"/>
          <w:bCs w:val="0"/>
        </w:rPr>
        <w:t>(</w:t>
      </w:r>
      <w:r w:rsidRPr="002072A0">
        <w:rPr>
          <w:rStyle w:val="Siln"/>
          <w:b w:val="0"/>
          <w:bCs w:val="0"/>
          <w:i/>
          <w:iCs/>
        </w:rPr>
        <w:t xml:space="preserve">budoucí příloha č. </w:t>
      </w:r>
      <w:r w:rsidR="00E770A3">
        <w:rPr>
          <w:rStyle w:val="Siln"/>
          <w:b w:val="0"/>
          <w:bCs w:val="0"/>
          <w:i/>
          <w:iCs/>
        </w:rPr>
        <w:t>3</w:t>
      </w:r>
      <w:r w:rsidRPr="002072A0">
        <w:rPr>
          <w:rStyle w:val="Siln"/>
          <w:b w:val="0"/>
          <w:bCs w:val="0"/>
          <w:i/>
          <w:iCs/>
        </w:rPr>
        <w:t xml:space="preserve"> </w:t>
      </w:r>
      <w:r w:rsidRPr="00743883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69860110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69860111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69860112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69860113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69860114"/>
      <w:r w:rsidRPr="00E85D44">
        <w:t>Čestné prohlášení o splnění technické kvalifikace</w:t>
      </w:r>
      <w:bookmarkEnd w:id="6"/>
    </w:p>
    <w:p w14:paraId="71002640" w14:textId="798D2050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F46A21">
        <w:rPr>
          <w:lang w:eastAsia="cs-CZ"/>
        </w:rPr>
        <w:t xml:space="preserve">alespoň </w:t>
      </w:r>
      <w:r w:rsidR="00726C9B" w:rsidRPr="00726C9B">
        <w:rPr>
          <w:lang w:eastAsia="cs-CZ"/>
        </w:rPr>
        <w:t>3</w:t>
      </w:r>
      <w:r w:rsidR="00E85D44" w:rsidRPr="00726C9B">
        <w:rPr>
          <w:lang w:eastAsia="cs-CZ"/>
        </w:rPr>
        <w:t xml:space="preserve"> významn</w:t>
      </w:r>
      <w:r w:rsidR="00726C9B" w:rsidRPr="00726C9B">
        <w:rPr>
          <w:lang w:eastAsia="cs-CZ"/>
        </w:rPr>
        <w:t>é</w:t>
      </w:r>
      <w:r w:rsidR="00E85D44" w:rsidRPr="00726C9B">
        <w:rPr>
          <w:lang w:eastAsia="cs-CZ"/>
        </w:rPr>
        <w:t xml:space="preserve"> </w:t>
      </w:r>
      <w:r w:rsidR="00726C9B">
        <w:rPr>
          <w:lang w:eastAsia="cs-CZ"/>
        </w:rPr>
        <w:t>služby</w:t>
      </w:r>
      <w:r w:rsidR="00E85D44">
        <w:rPr>
          <w:lang w:eastAsia="cs-CZ"/>
        </w:rPr>
        <w:t xml:space="preserve"> definovan</w:t>
      </w:r>
      <w:r w:rsidR="00271C6C">
        <w:rPr>
          <w:lang w:eastAsia="cs-CZ"/>
        </w:rPr>
        <w:t>é</w:t>
      </w:r>
      <w:r w:rsidR="00E85D44">
        <w:rPr>
          <w:lang w:eastAsia="cs-CZ"/>
        </w:rPr>
        <w:t xml:space="preserve"> v čl. </w:t>
      </w:r>
      <w:r w:rsidR="00726C9B">
        <w:rPr>
          <w:lang w:eastAsia="cs-CZ"/>
        </w:rPr>
        <w:t>9.5.1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726C9B">
        <w:rPr>
          <w:lang w:eastAsia="cs-CZ"/>
        </w:rPr>
        <w:t>v minimální</w:t>
      </w:r>
      <w:r w:rsidR="00E85D44">
        <w:rPr>
          <w:lang w:eastAsia="cs-CZ"/>
        </w:rPr>
        <w:t xml:space="preserve"> hodnotě </w:t>
      </w:r>
      <w:r w:rsidR="00726C9B">
        <w:rPr>
          <w:lang w:eastAsia="cs-CZ"/>
        </w:rPr>
        <w:t>900 000,-</w:t>
      </w:r>
      <w:r w:rsidR="00E85D44">
        <w:rPr>
          <w:lang w:eastAsia="cs-CZ"/>
        </w:rPr>
        <w:t xml:space="preserve"> Kč bez DPH</w:t>
      </w:r>
      <w:r w:rsidR="00726C9B">
        <w:rPr>
          <w:lang w:eastAsia="cs-CZ"/>
        </w:rPr>
        <w:t xml:space="preserve"> v součtu za všechny tyto služby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B7A622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E62920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</w:t>
            </w:r>
            <w:r w:rsidR="001A12F6">
              <w:rPr>
                <w:rFonts w:eastAsia="Times New Roman" w:cs="Times New Roman"/>
                <w:spacing w:val="-6"/>
                <w:lang w:eastAsia="cs-CZ"/>
              </w:rPr>
              <w:t>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2113A226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9403F95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726C9B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726C9B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726C9B" w14:paraId="6601799F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4281" w14:textId="77777777" w:rsidR="00726C9B" w:rsidRDefault="00726C9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4003D" w14:textId="77777777" w:rsidR="00726C9B" w:rsidRDefault="00726C9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18E6" w14:textId="77777777" w:rsidR="00726C9B" w:rsidRDefault="00726C9B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A093E" w14:textId="77777777" w:rsidR="00726C9B" w:rsidRDefault="00726C9B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726C9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69860115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47"/>
        <w:gridCol w:w="4345"/>
      </w:tblGrid>
      <w:tr w:rsidR="00F44645" w:rsidRPr="007330E3" w14:paraId="23E1AAD0" w14:textId="77777777" w:rsidTr="007330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083B475F" w14:textId="77777777" w:rsidR="00F44645" w:rsidRPr="007330E3" w:rsidRDefault="00F44645" w:rsidP="00A327CB">
            <w:pPr>
              <w:rPr>
                <w:rFonts w:eastAsia="Times New Roman" w:cs="Times New Roman"/>
                <w:b/>
                <w:bCs/>
                <w:lang w:eastAsia="cs-CZ"/>
              </w:rPr>
            </w:pPr>
            <w:r w:rsidRPr="007330E3">
              <w:rPr>
                <w:rFonts w:eastAsia="Times New Roman" w:cs="Times New Roman"/>
                <w:b/>
                <w:bCs/>
                <w:lang w:eastAsia="cs-CZ"/>
              </w:rPr>
              <w:t>Funkce</w:t>
            </w:r>
          </w:p>
        </w:tc>
        <w:tc>
          <w:tcPr>
            <w:tcW w:w="43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52DAA0D" w14:textId="77777777" w:rsidR="00F44645" w:rsidRPr="007330E3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lang w:eastAsia="cs-CZ"/>
              </w:rPr>
            </w:pPr>
            <w:r w:rsidRPr="007330E3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F44645" w14:paraId="5D07A0DB" w14:textId="77777777" w:rsidTr="00733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7" w:type="dxa"/>
            <w:shd w:val="clear" w:color="auto" w:fill="auto"/>
          </w:tcPr>
          <w:p w14:paraId="2362AB3B" w14:textId="1D521102" w:rsidR="00F44645" w:rsidRPr="007330E3" w:rsidRDefault="007330E3" w:rsidP="00A327CB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7330E3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45" w:type="dxa"/>
            <w:shd w:val="clear" w:color="auto" w:fill="auto"/>
          </w:tcPr>
          <w:p w14:paraId="1B4FBCB8" w14:textId="352F571D" w:rsidR="00F44645" w:rsidRPr="007330E3" w:rsidRDefault="007330E3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330E3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7330E3" w14:paraId="030DEE8B" w14:textId="77777777" w:rsidTr="00733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7" w:type="dxa"/>
          </w:tcPr>
          <w:p w14:paraId="08B2CC60" w14:textId="7BF8E197" w:rsidR="007330E3" w:rsidRPr="007330E3" w:rsidRDefault="007330E3" w:rsidP="007330E3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7330E3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45" w:type="dxa"/>
          </w:tcPr>
          <w:p w14:paraId="4E57380B" w14:textId="6393E16C" w:rsidR="007330E3" w:rsidRPr="007330E3" w:rsidRDefault="007330E3" w:rsidP="00733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330E3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7330E3" w14:paraId="0AC6A739" w14:textId="77777777" w:rsidTr="00733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47" w:type="dxa"/>
          </w:tcPr>
          <w:p w14:paraId="4884F73A" w14:textId="31AED6C1" w:rsidR="007330E3" w:rsidRPr="007330E3" w:rsidRDefault="007330E3" w:rsidP="007330E3">
            <w:pPr>
              <w:rPr>
                <w:rFonts w:eastAsia="Times New Roman" w:cs="Times New Roman"/>
                <w:lang w:eastAsia="cs-CZ"/>
              </w:rPr>
            </w:pPr>
            <w:proofErr w:type="gramStart"/>
            <w:r w:rsidRPr="007330E3">
              <w:rPr>
                <w:rFonts w:eastAsia="Times New Roman" w:cs="Times New Roman"/>
                <w:lang w:eastAsia="cs-CZ"/>
              </w:rPr>
              <w:t>Lektor - hodnocený</w:t>
            </w:r>
            <w:proofErr w:type="gramEnd"/>
          </w:p>
        </w:tc>
        <w:tc>
          <w:tcPr>
            <w:tcW w:w="4345" w:type="dxa"/>
          </w:tcPr>
          <w:p w14:paraId="300D56C6" w14:textId="3B3BCC71" w:rsidR="007330E3" w:rsidRPr="007330E3" w:rsidRDefault="007330E3" w:rsidP="007330E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7330E3">
              <w:rPr>
                <w:rFonts w:eastAsia="Times New Roman" w:cs="Times New Roman"/>
                <w:highlight w:val="green"/>
                <w:lang w:eastAsia="cs-CZ"/>
              </w:rPr>
              <w:t>doplní dodavatel</w:t>
            </w:r>
          </w:p>
        </w:tc>
      </w:tr>
      <w:tr w:rsidR="00F44645" w14:paraId="274AC354" w14:textId="77777777" w:rsidTr="007330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92" w:type="dxa"/>
            <w:gridSpan w:val="2"/>
          </w:tcPr>
          <w:p w14:paraId="5B1DF4F2" w14:textId="69BA5879" w:rsidR="00F44645" w:rsidRPr="007330E3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i/>
                <w:iCs/>
                <w:highlight w:val="yellow"/>
                <w:lang w:eastAsia="cs-CZ"/>
              </w:rPr>
            </w:pPr>
            <w:r w:rsidRPr="007330E3">
              <w:rPr>
                <w:rFonts w:eastAsia="Times New Roman" w:cs="Times New Roman"/>
                <w:i/>
                <w:iCs/>
                <w:lang w:eastAsia="cs-CZ"/>
              </w:rPr>
              <w:t>Pozn. V příp</w:t>
            </w:r>
            <w:r w:rsidR="00A07EA0" w:rsidRPr="007330E3">
              <w:rPr>
                <w:rFonts w:eastAsia="Times New Roman" w:cs="Times New Roman"/>
                <w:i/>
                <w:iCs/>
                <w:lang w:eastAsia="cs-CZ"/>
              </w:rPr>
              <w:t>adě, že dodavatel uvede více členů realizačního týmu</w:t>
            </w:r>
            <w:r w:rsidRPr="007330E3">
              <w:rPr>
                <w:rFonts w:eastAsia="Times New Roman" w:cs="Times New Roman"/>
                <w:i/>
                <w:iCs/>
                <w:lang w:eastAsia="cs-CZ"/>
              </w:rPr>
              <w:t xml:space="preserve">, upraví dodavatel tabulku dle potřeby. </w:t>
            </w:r>
            <w:r w:rsidR="007330E3" w:rsidRPr="007330E3">
              <w:rPr>
                <w:rFonts w:eastAsia="Times New Roman" w:cs="Times New Roman"/>
                <w:i/>
                <w:iCs/>
                <w:lang w:eastAsia="cs-CZ"/>
              </w:rPr>
              <w:t>V případě uvedení více členů na pozici lektor, bude do sloupce Funkce uvedeno jen „Lektor“. Tento a další dodavatelem přidaní členové již nebudou předmětem hodnocení.</w:t>
            </w:r>
          </w:p>
        </w:tc>
      </w:tr>
    </w:tbl>
    <w:p w14:paraId="541E27BE" w14:textId="77777777" w:rsidR="00F44645" w:rsidRPr="007330E3" w:rsidRDefault="00F44645" w:rsidP="00471B29">
      <w:pPr>
        <w:rPr>
          <w:b/>
          <w:bCs/>
          <w:u w:val="single"/>
          <w:lang w:eastAsia="cs-CZ"/>
        </w:rPr>
      </w:pPr>
      <w:r w:rsidRPr="007330E3">
        <w:rPr>
          <w:b/>
          <w:bCs/>
          <w:u w:val="single"/>
          <w:lang w:eastAsia="cs-CZ"/>
        </w:rPr>
        <w:t>Přílohy:</w:t>
      </w:r>
    </w:p>
    <w:p w14:paraId="23E77F5D" w14:textId="49986985" w:rsidR="00F44645" w:rsidRPr="007330E3" w:rsidRDefault="00F44645" w:rsidP="00471B29">
      <w:pPr>
        <w:rPr>
          <w:lang w:eastAsia="cs-CZ"/>
        </w:rPr>
      </w:pPr>
      <w:r w:rsidRPr="007330E3">
        <w:rPr>
          <w:lang w:eastAsia="cs-CZ"/>
        </w:rPr>
        <w:t xml:space="preserve">Životopis </w:t>
      </w:r>
      <w:r w:rsidR="007330E3" w:rsidRPr="007330E3">
        <w:rPr>
          <w:lang w:eastAsia="cs-CZ"/>
        </w:rPr>
        <w:t>lektora (</w:t>
      </w:r>
      <w:r w:rsidR="007330E3" w:rsidRPr="007330E3">
        <w:rPr>
          <w:highlight w:val="green"/>
          <w:lang w:eastAsia="cs-CZ"/>
        </w:rPr>
        <w:t>doplní dodavatel</w:t>
      </w:r>
      <w:r w:rsidR="007330E3" w:rsidRPr="007330E3">
        <w:rPr>
          <w:lang w:eastAsia="cs-CZ"/>
        </w:rPr>
        <w:t>)</w:t>
      </w:r>
    </w:p>
    <w:p w14:paraId="4937FC29" w14:textId="77777777" w:rsidR="007330E3" w:rsidRPr="007330E3" w:rsidRDefault="007330E3" w:rsidP="007330E3">
      <w:pPr>
        <w:rPr>
          <w:lang w:eastAsia="cs-CZ"/>
        </w:rPr>
      </w:pPr>
      <w:r w:rsidRPr="007330E3">
        <w:rPr>
          <w:lang w:eastAsia="cs-CZ"/>
        </w:rPr>
        <w:t>Životopis lektora (</w:t>
      </w:r>
      <w:r w:rsidRPr="007330E3">
        <w:rPr>
          <w:highlight w:val="green"/>
          <w:lang w:eastAsia="cs-CZ"/>
        </w:rPr>
        <w:t>doplní dodavatel</w:t>
      </w:r>
      <w:r w:rsidRPr="007330E3">
        <w:rPr>
          <w:lang w:eastAsia="cs-CZ"/>
        </w:rPr>
        <w:t>)</w:t>
      </w:r>
    </w:p>
    <w:p w14:paraId="03D18199" w14:textId="77777777" w:rsidR="007330E3" w:rsidRPr="007330E3" w:rsidRDefault="007330E3" w:rsidP="007330E3">
      <w:pPr>
        <w:rPr>
          <w:lang w:eastAsia="cs-CZ"/>
        </w:rPr>
      </w:pPr>
      <w:r w:rsidRPr="007330E3">
        <w:rPr>
          <w:lang w:eastAsia="cs-CZ"/>
        </w:rPr>
        <w:t>Životopis lektora (</w:t>
      </w:r>
      <w:r w:rsidRPr="007330E3">
        <w:rPr>
          <w:highlight w:val="green"/>
          <w:lang w:eastAsia="cs-CZ"/>
        </w:rPr>
        <w:t>doplní dodavatel</w:t>
      </w:r>
      <w:r w:rsidRPr="007330E3">
        <w:rPr>
          <w:lang w:eastAsia="cs-CZ"/>
        </w:rPr>
        <w:t>)</w:t>
      </w:r>
    </w:p>
    <w:p w14:paraId="779337F1" w14:textId="77777777" w:rsidR="007330E3" w:rsidRPr="00F44645" w:rsidRDefault="007330E3" w:rsidP="00471B29">
      <w:pPr>
        <w:rPr>
          <w:highlight w:val="yellow"/>
          <w:lang w:eastAsia="cs-CZ"/>
        </w:rPr>
      </w:pPr>
    </w:p>
    <w:p w14:paraId="32A27CB1" w14:textId="3C14189C" w:rsidR="000128D4" w:rsidRDefault="000128D4" w:rsidP="00F44645">
      <w:pPr>
        <w:spacing w:after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1E966E17" w14:textId="2B3DA9AC" w:rsidR="000128D4" w:rsidRPr="000128D4" w:rsidRDefault="000128D4" w:rsidP="00F44645">
      <w:pPr>
        <w:pStyle w:val="Nadpis2"/>
      </w:pPr>
      <w:bookmarkStart w:id="9" w:name="_Toc169860116"/>
      <w:r w:rsidRPr="000128D4">
        <w:lastRenderedPageBreak/>
        <w:t xml:space="preserve">Čestné prohlášení o </w:t>
      </w:r>
      <w:r w:rsidR="00E46E31">
        <w:t>realizaci referenčních zakázek</w:t>
      </w:r>
      <w:bookmarkEnd w:id="9"/>
    </w:p>
    <w:p w14:paraId="0BE46301" w14:textId="77777777" w:rsidR="00E46E31" w:rsidRDefault="00E46E31" w:rsidP="00E46E31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nabídku, tímto</w:t>
      </w:r>
      <w:r>
        <w:rPr>
          <w:lang w:eastAsia="cs-CZ"/>
        </w:rPr>
        <w:t xml:space="preserve"> čestně prohlašuje, že za poslední 3 roky před zahájením výběrového řízení poskytoval nad rámec služeb dle Kapitoly 7 tohoto krycího listu</w:t>
      </w:r>
      <w:r w:rsidRPr="00293D25">
        <w:rPr>
          <w:lang w:eastAsia="cs-CZ"/>
        </w:rPr>
        <w:t xml:space="preserve"> </w:t>
      </w:r>
      <w:r>
        <w:rPr>
          <w:lang w:eastAsia="cs-CZ"/>
        </w:rPr>
        <w:t xml:space="preserve">následující </w:t>
      </w:r>
      <w:r w:rsidRPr="00293D25">
        <w:rPr>
          <w:lang w:eastAsia="cs-CZ"/>
        </w:rPr>
        <w:t>významné služby</w:t>
      </w:r>
      <w:r w:rsidRPr="00263F90">
        <w:rPr>
          <w:lang w:eastAsia="cs-CZ"/>
        </w:rPr>
        <w:t xml:space="preserve"> definované v čl. </w:t>
      </w:r>
      <w:r>
        <w:rPr>
          <w:lang w:eastAsia="cs-CZ"/>
        </w:rPr>
        <w:t>17.2.2</w:t>
      </w:r>
      <w:r w:rsidRPr="00263F90">
        <w:rPr>
          <w:lang w:eastAsia="cs-CZ"/>
        </w:rPr>
        <w:t xml:space="preserve"> Výzvy k podání nabídky </w:t>
      </w:r>
      <w:r w:rsidRPr="00293D25">
        <w:rPr>
          <w:lang w:eastAsia="cs-CZ"/>
        </w:rPr>
        <w:t xml:space="preserve">v minimální hodnotě </w:t>
      </w:r>
      <w:r>
        <w:rPr>
          <w:lang w:eastAsia="cs-CZ"/>
        </w:rPr>
        <w:t>1</w:t>
      </w:r>
      <w:r w:rsidRPr="00293D25">
        <w:rPr>
          <w:lang w:eastAsia="cs-CZ"/>
        </w:rPr>
        <w:t>00 000,- Kč bez DPH za každou takovou službu.</w:t>
      </w:r>
    </w:p>
    <w:p w14:paraId="53B6DB1A" w14:textId="77777777" w:rsidR="00E46E31" w:rsidRDefault="00E46E31" w:rsidP="00E46E31">
      <w:pPr>
        <w:rPr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46E31" w14:paraId="28453282" w14:textId="77777777" w:rsidTr="00A843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vAlign w:val="center"/>
            <w:hideMark/>
          </w:tcPr>
          <w:p w14:paraId="29006810" w14:textId="62405253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služby </w:t>
            </w:r>
          </w:p>
          <w:p w14:paraId="0FA4EBB5" w14:textId="5F697976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  <w:vAlign w:val="center"/>
          </w:tcPr>
          <w:p w14:paraId="44F33394" w14:textId="58A31F28" w:rsidR="00E46E31" w:rsidRDefault="00E46E31" w:rsidP="00A843C8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</w:tc>
        <w:tc>
          <w:tcPr>
            <w:tcW w:w="1980" w:type="dxa"/>
            <w:tcBorders>
              <w:bottom w:val="single" w:sz="2" w:space="0" w:color="auto"/>
            </w:tcBorders>
            <w:vAlign w:val="center"/>
            <w:hideMark/>
          </w:tcPr>
          <w:p w14:paraId="410E90C7" w14:textId="04EF15AE" w:rsidR="00E46E31" w:rsidRPr="00471B29" w:rsidRDefault="00E46E31" w:rsidP="00A843C8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6D4FE3A" w14:textId="77777777" w:rsidR="00E46E31" w:rsidRPr="00672D05" w:rsidRDefault="00E46E31" w:rsidP="00A843C8">
            <w:pPr>
              <w:suppressAutoHyphens/>
              <w:spacing w:line="216" w:lineRule="auto"/>
              <w:jc w:val="left"/>
              <w:rPr>
                <w:rStyle w:val="Siln"/>
                <w:b/>
                <w:bCs w:val="0"/>
              </w:rPr>
            </w:pPr>
            <w:r w:rsidRPr="00672D05">
              <w:rPr>
                <w:rStyle w:val="Siln"/>
                <w:b/>
                <w:bCs w:val="0"/>
              </w:rPr>
              <w:t xml:space="preserve">Doba realizace </w:t>
            </w:r>
          </w:p>
          <w:p w14:paraId="1429F268" w14:textId="77777777" w:rsidR="00E46E31" w:rsidRPr="00672D05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72D05">
              <w:rPr>
                <w:rStyle w:val="Siln"/>
              </w:rPr>
              <w:t>(datum od-do, v rámci 3 kalendářních let nazpět před zahájením výběrového řízení)</w:t>
            </w:r>
          </w:p>
        </w:tc>
      </w:tr>
      <w:tr w:rsidR="00E46E31" w14:paraId="3F60BC57" w14:textId="77777777" w:rsidTr="00A843C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1AF7DF2" w14:textId="77777777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7F62CA" w14:textId="77777777" w:rsidR="00E46E31" w:rsidRDefault="00E46E31" w:rsidP="00A843C8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5FDA9DD" w14:textId="77777777" w:rsidR="00E46E31" w:rsidRDefault="00E46E31" w:rsidP="00A843C8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F6A62E5" w14:textId="77777777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46E31" w14:paraId="2E045628" w14:textId="77777777" w:rsidTr="00A843C8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262494" w14:textId="77777777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B562CD7" w14:textId="77777777" w:rsidR="00E46E31" w:rsidRDefault="00E46E31" w:rsidP="00A843C8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Odkaznakoment"/>
                <w:rFonts w:ascii="Arial" w:eastAsia="Times New Roman" w:hAnsi="Arial" w:cs="Times New Roman"/>
                <w:sz w:val="14"/>
                <w:szCs w:val="18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402FD4F" w14:textId="77777777" w:rsidR="00E46E31" w:rsidRDefault="00E46E31" w:rsidP="00A843C8">
            <w:pPr>
              <w:suppressAutoHyphens/>
              <w:spacing w:line="21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1BCAB4C" w14:textId="77777777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46E31" w14:paraId="612C7538" w14:textId="77777777" w:rsidTr="00A843C8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776A044F" w14:textId="77777777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39344B5A" w14:textId="77777777" w:rsidR="00E46E31" w:rsidRDefault="00E46E31" w:rsidP="00A843C8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263B90E4" w14:textId="77777777" w:rsidR="00E46E31" w:rsidRDefault="00E46E31" w:rsidP="00A843C8">
            <w:pPr>
              <w:suppressAutoHyphens/>
              <w:spacing w:line="216" w:lineRule="auto"/>
              <w:jc w:val="left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324275" w14:textId="77777777" w:rsidR="00E46E31" w:rsidRDefault="00E46E31" w:rsidP="00A843C8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0199C2B5" w14:textId="77777777" w:rsidR="00E46E31" w:rsidRDefault="00E46E31" w:rsidP="00E46E31">
      <w:pPr>
        <w:spacing w:before="0" w:after="240"/>
        <w:jc w:val="left"/>
        <w:rPr>
          <w:lang w:eastAsia="cs-CZ"/>
        </w:rPr>
      </w:pPr>
    </w:p>
    <w:p w14:paraId="430829FD" w14:textId="77777777" w:rsidR="00B0041D" w:rsidRDefault="00B0041D" w:rsidP="00E46E31">
      <w:pPr>
        <w:spacing w:before="0" w:after="240"/>
        <w:jc w:val="left"/>
        <w:rPr>
          <w:lang w:eastAsia="cs-CZ"/>
        </w:rPr>
      </w:pPr>
    </w:p>
    <w:p w14:paraId="425F54C3" w14:textId="77777777" w:rsidR="00B0041D" w:rsidRDefault="00B0041D" w:rsidP="00E46E31">
      <w:pPr>
        <w:spacing w:before="0" w:after="240"/>
        <w:jc w:val="left"/>
        <w:rPr>
          <w:lang w:eastAsia="cs-CZ"/>
        </w:rPr>
      </w:pPr>
    </w:p>
    <w:p w14:paraId="6051D5E4" w14:textId="77777777" w:rsidR="00B0041D" w:rsidRDefault="00B0041D" w:rsidP="00E46E31">
      <w:pPr>
        <w:spacing w:before="0" w:after="240"/>
        <w:jc w:val="left"/>
        <w:rPr>
          <w:lang w:eastAsia="cs-CZ"/>
        </w:rPr>
      </w:pPr>
    </w:p>
    <w:p w14:paraId="6FCF0F30" w14:textId="77777777" w:rsidR="00B0041D" w:rsidRDefault="00B0041D" w:rsidP="00E46E31">
      <w:pPr>
        <w:spacing w:before="0" w:after="240"/>
        <w:jc w:val="left"/>
        <w:rPr>
          <w:lang w:eastAsia="cs-CZ"/>
        </w:rPr>
      </w:pPr>
    </w:p>
    <w:p w14:paraId="4A21D0D8" w14:textId="77777777" w:rsidR="00B0041D" w:rsidRDefault="00B0041D" w:rsidP="00E46E31">
      <w:pPr>
        <w:spacing w:before="0" w:after="240"/>
        <w:jc w:val="left"/>
        <w:rPr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663CB6" w14:textId="77777777" w:rsidR="00A54466" w:rsidRDefault="00A54466" w:rsidP="00962258">
      <w:pPr>
        <w:spacing w:after="0" w:line="240" w:lineRule="auto"/>
      </w:pPr>
      <w:r>
        <w:separator/>
      </w:r>
    </w:p>
  </w:endnote>
  <w:endnote w:type="continuationSeparator" w:id="0">
    <w:p w14:paraId="3BCB3766" w14:textId="77777777" w:rsidR="00A54466" w:rsidRDefault="00A544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8D0EA0" w14:textId="77777777" w:rsidR="00A54466" w:rsidRDefault="00A54466" w:rsidP="00962258">
      <w:pPr>
        <w:spacing w:after="0" w:line="240" w:lineRule="auto"/>
      </w:pPr>
      <w:r>
        <w:separator/>
      </w:r>
    </w:p>
  </w:footnote>
  <w:footnote w:type="continuationSeparator" w:id="0">
    <w:p w14:paraId="7D254170" w14:textId="77777777" w:rsidR="00A54466" w:rsidRDefault="00A54466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45FE8"/>
    <w:rsid w:val="000506B4"/>
    <w:rsid w:val="000717AE"/>
    <w:rsid w:val="00072C1E"/>
    <w:rsid w:val="00077060"/>
    <w:rsid w:val="00086B78"/>
    <w:rsid w:val="00097793"/>
    <w:rsid w:val="000A412D"/>
    <w:rsid w:val="000B5E1C"/>
    <w:rsid w:val="000C3BEA"/>
    <w:rsid w:val="000E23A7"/>
    <w:rsid w:val="000F7070"/>
    <w:rsid w:val="0010693F"/>
    <w:rsid w:val="00114472"/>
    <w:rsid w:val="00130210"/>
    <w:rsid w:val="001550BC"/>
    <w:rsid w:val="001605B9"/>
    <w:rsid w:val="00160E88"/>
    <w:rsid w:val="00170EC5"/>
    <w:rsid w:val="00171BF4"/>
    <w:rsid w:val="001747C1"/>
    <w:rsid w:val="00184743"/>
    <w:rsid w:val="00186799"/>
    <w:rsid w:val="00190137"/>
    <w:rsid w:val="001926C6"/>
    <w:rsid w:val="001A12F6"/>
    <w:rsid w:val="001E0266"/>
    <w:rsid w:val="001F49FF"/>
    <w:rsid w:val="002038F3"/>
    <w:rsid w:val="002072A0"/>
    <w:rsid w:val="00207DF5"/>
    <w:rsid w:val="002126E7"/>
    <w:rsid w:val="002126EE"/>
    <w:rsid w:val="002243A8"/>
    <w:rsid w:val="00225620"/>
    <w:rsid w:val="002305E9"/>
    <w:rsid w:val="0023070F"/>
    <w:rsid w:val="00232F4D"/>
    <w:rsid w:val="00252167"/>
    <w:rsid w:val="00271C6C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348C"/>
    <w:rsid w:val="004B7BB1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95BA1"/>
    <w:rsid w:val="0059712B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26C9B"/>
    <w:rsid w:val="007330E3"/>
    <w:rsid w:val="00743525"/>
    <w:rsid w:val="00743883"/>
    <w:rsid w:val="00750359"/>
    <w:rsid w:val="0076286B"/>
    <w:rsid w:val="00766846"/>
    <w:rsid w:val="0077673A"/>
    <w:rsid w:val="00784411"/>
    <w:rsid w:val="007846E1"/>
    <w:rsid w:val="00790585"/>
    <w:rsid w:val="00791F79"/>
    <w:rsid w:val="007B4E04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711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54466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0041D"/>
    <w:rsid w:val="00B15D0D"/>
    <w:rsid w:val="00B468D2"/>
    <w:rsid w:val="00B66A3E"/>
    <w:rsid w:val="00B75EE1"/>
    <w:rsid w:val="00B77481"/>
    <w:rsid w:val="00B8518B"/>
    <w:rsid w:val="00B87D91"/>
    <w:rsid w:val="00B93EF0"/>
    <w:rsid w:val="00BB1197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14965"/>
    <w:rsid w:val="00D1497F"/>
    <w:rsid w:val="00D21061"/>
    <w:rsid w:val="00D247B3"/>
    <w:rsid w:val="00D37ECC"/>
    <w:rsid w:val="00D4108E"/>
    <w:rsid w:val="00D54957"/>
    <w:rsid w:val="00D6163D"/>
    <w:rsid w:val="00D73D46"/>
    <w:rsid w:val="00D831A3"/>
    <w:rsid w:val="00DC3D8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46E31"/>
    <w:rsid w:val="00E6656A"/>
    <w:rsid w:val="00E666DF"/>
    <w:rsid w:val="00E770A3"/>
    <w:rsid w:val="00E85D44"/>
    <w:rsid w:val="00E92B48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6A21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273</TotalTime>
  <Pages>10</Pages>
  <Words>1488</Words>
  <Characters>8783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48</cp:revision>
  <cp:lastPrinted>2023-10-05T09:40:00Z</cp:lastPrinted>
  <dcterms:created xsi:type="dcterms:W3CDTF">2023-08-21T11:49:00Z</dcterms:created>
  <dcterms:modified xsi:type="dcterms:W3CDTF">2025-03-06T12:10:00Z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